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80"/>
      </w:tblGrid>
      <w:tr w:rsidR="006C77D9" w:rsidRPr="00AC098B" w:rsidTr="00AC098B">
        <w:trPr>
          <w:tblHeader/>
        </w:trPr>
        <w:tc>
          <w:tcPr>
            <w:tcW w:w="10680" w:type="dxa"/>
            <w:tcBorders>
              <w:bottom w:val="single" w:sz="4" w:space="0" w:color="auto"/>
            </w:tcBorders>
          </w:tcPr>
          <w:p w:rsidR="006C77D9" w:rsidRPr="00AC098B" w:rsidRDefault="0008641F" w:rsidP="000B1075">
            <w:pPr>
              <w:pStyle w:val="Heading1"/>
              <w:rPr>
                <w:highlight w:val="lightGray"/>
              </w:rPr>
            </w:pPr>
            <w:r w:rsidRPr="00AC098B">
              <w:rPr>
                <w:highlight w:val="lightGray"/>
              </w:rPr>
              <w:t>Project Worksheet</w:t>
            </w:r>
          </w:p>
        </w:tc>
      </w:tr>
      <w:tr w:rsidR="00684881" w:rsidRPr="00AC098B" w:rsidTr="00AC098B">
        <w:trPr>
          <w:tblHeader/>
        </w:trPr>
        <w:tc>
          <w:tcPr>
            <w:tcW w:w="10680" w:type="dxa"/>
            <w:tcBorders>
              <w:bottom w:val="single" w:sz="4" w:space="0" w:color="auto"/>
            </w:tcBorders>
          </w:tcPr>
          <w:p w:rsidR="00353E74" w:rsidRPr="00046AF7" w:rsidRDefault="00DE4DD0" w:rsidP="00046AF7">
            <w:pPr>
              <w:pStyle w:val="Heading5"/>
            </w:pPr>
            <w:bookmarkStart w:id="0" w:name="Text3"/>
            <w:r>
              <w:t>Name:  __________________________________</w:t>
            </w:r>
            <w:bookmarkEnd w:id="0"/>
          </w:p>
        </w:tc>
      </w:tr>
      <w:tr w:rsidR="00684881" w:rsidRPr="00AC098B" w:rsidTr="00AC098B">
        <w:tc>
          <w:tcPr>
            <w:tcW w:w="10680" w:type="dxa"/>
            <w:shd w:val="clear" w:color="auto" w:fill="CCCCFF"/>
          </w:tcPr>
          <w:p w:rsidR="00684881" w:rsidRDefault="001159B6" w:rsidP="0063370D">
            <w:pPr>
              <w:pStyle w:val="Heading4"/>
            </w:pPr>
            <w:r>
              <w:t>Get a dream</w:t>
            </w:r>
          </w:p>
        </w:tc>
      </w:tr>
      <w:tr w:rsidR="00684881" w:rsidRPr="00AC098B" w:rsidTr="00AC098B">
        <w:trPr>
          <w:trHeight w:val="2042"/>
        </w:trPr>
        <w:tc>
          <w:tcPr>
            <w:tcW w:w="10680" w:type="dxa"/>
            <w:tcBorders>
              <w:bottom w:val="single" w:sz="4" w:space="0" w:color="auto"/>
            </w:tcBorders>
          </w:tcPr>
          <w:p w:rsidR="00DE4DD0" w:rsidRDefault="000F6D2F" w:rsidP="000F6D2F">
            <w:pPr>
              <w:pStyle w:val="BodyText3example"/>
            </w:pPr>
            <w:r>
              <w:t>What would you do if you knew you could not fail</w:t>
            </w:r>
            <w:r w:rsidR="00DE4DD0">
              <w:t>?</w:t>
            </w:r>
          </w:p>
          <w:p w:rsidR="000F6D2F" w:rsidRDefault="000F6D2F" w:rsidP="000F6D2F">
            <w:pPr>
              <w:pStyle w:val="BodyText3example"/>
            </w:pPr>
          </w:p>
          <w:p w:rsidR="000F6D2F" w:rsidRDefault="000F6D2F" w:rsidP="000F6D2F">
            <w:pPr>
              <w:pStyle w:val="BodyText3example"/>
            </w:pPr>
          </w:p>
          <w:p w:rsidR="001159B6" w:rsidRDefault="001159B6" w:rsidP="000F6D2F">
            <w:pPr>
              <w:pStyle w:val="BodyText3example"/>
            </w:pPr>
          </w:p>
          <w:p w:rsidR="000F6D2F" w:rsidRDefault="000F6D2F" w:rsidP="000F6D2F">
            <w:pPr>
              <w:pStyle w:val="BodyText3example"/>
            </w:pPr>
          </w:p>
          <w:p w:rsidR="000F6D2F" w:rsidRDefault="000F6D2F" w:rsidP="000F6D2F">
            <w:pPr>
              <w:pStyle w:val="BodyText3example"/>
            </w:pPr>
          </w:p>
          <w:p w:rsidR="000F6D2F" w:rsidRDefault="000F6D2F" w:rsidP="000F6D2F">
            <w:pPr>
              <w:pStyle w:val="BodyText3example"/>
            </w:pPr>
            <w:r w:rsidRPr="000F6D2F">
              <w:rPr>
                <w:color w:val="000000"/>
              </w:rPr>
              <w:t>W</w:t>
            </w:r>
            <w:r>
              <w:t xml:space="preserve">hat </w:t>
            </w:r>
            <w:r w:rsidR="00A24BA4">
              <w:t xml:space="preserve">would </w:t>
            </w:r>
            <w:r>
              <w:t>you do if no one would say "no?"</w:t>
            </w:r>
          </w:p>
          <w:p w:rsidR="001159B6" w:rsidRDefault="001159B6" w:rsidP="000F6D2F">
            <w:pPr>
              <w:pStyle w:val="BodyText3example"/>
            </w:pPr>
          </w:p>
          <w:p w:rsidR="001159B6" w:rsidRDefault="001159B6" w:rsidP="000F6D2F">
            <w:pPr>
              <w:pStyle w:val="BodyText3example"/>
            </w:pPr>
          </w:p>
          <w:p w:rsidR="001159B6" w:rsidRDefault="001159B6" w:rsidP="000F6D2F">
            <w:pPr>
              <w:pStyle w:val="BodyText3example"/>
            </w:pPr>
          </w:p>
          <w:p w:rsidR="001159B6" w:rsidRDefault="001159B6" w:rsidP="000F6D2F">
            <w:pPr>
              <w:pStyle w:val="BodyText3example"/>
            </w:pPr>
          </w:p>
          <w:p w:rsidR="001159B6" w:rsidRDefault="001159B6" w:rsidP="000F6D2F">
            <w:pPr>
              <w:pStyle w:val="BodyText3example"/>
            </w:pPr>
          </w:p>
          <w:p w:rsidR="001159B6" w:rsidRPr="00051744" w:rsidRDefault="001159B6" w:rsidP="000F6D2F">
            <w:pPr>
              <w:pStyle w:val="BodyText3example"/>
            </w:pPr>
          </w:p>
        </w:tc>
      </w:tr>
      <w:tr w:rsidR="00651CEC" w:rsidRPr="00AC098B" w:rsidTr="00AC098B">
        <w:tc>
          <w:tcPr>
            <w:tcW w:w="10680" w:type="dxa"/>
            <w:shd w:val="clear" w:color="auto" w:fill="CCCCFF"/>
          </w:tcPr>
          <w:p w:rsidR="00651CEC" w:rsidRDefault="001159B6" w:rsidP="0008641F">
            <w:pPr>
              <w:pStyle w:val="Heading4"/>
            </w:pPr>
            <w:r>
              <w:t>Act on your dream</w:t>
            </w:r>
          </w:p>
        </w:tc>
      </w:tr>
      <w:tr w:rsidR="00651CEC" w:rsidRPr="00AC098B" w:rsidTr="00AC098B">
        <w:tc>
          <w:tcPr>
            <w:tcW w:w="10680" w:type="dxa"/>
            <w:tcBorders>
              <w:bottom w:val="single" w:sz="4" w:space="0" w:color="auto"/>
            </w:tcBorders>
          </w:tcPr>
          <w:p w:rsidR="00865E41" w:rsidRDefault="001159B6" w:rsidP="001159B6">
            <w:pPr>
              <w:pStyle w:val="ListBullet3example"/>
              <w:numPr>
                <w:ilvl w:val="0"/>
                <w:numId w:val="0"/>
              </w:numPr>
            </w:pPr>
            <w:r>
              <w:t xml:space="preserve">      </w:t>
            </w:r>
            <w:r w:rsidR="00865E41">
              <w:t xml:space="preserve">What </w:t>
            </w:r>
            <w:r>
              <w:t>is your plan for finishing high school</w:t>
            </w:r>
            <w:r w:rsidR="00865E41">
              <w:t>?</w:t>
            </w:r>
          </w:p>
          <w:p w:rsidR="00651CEC" w:rsidRDefault="00651CEC" w:rsidP="0008641F">
            <w:pPr>
              <w:pStyle w:val="BodyText3Bold40"/>
              <w:rPr>
                <w:rStyle w:val="BodyText3boldChar"/>
              </w:rPr>
            </w:pPr>
          </w:p>
          <w:p w:rsidR="001159B6" w:rsidRDefault="001159B6" w:rsidP="0008641F">
            <w:pPr>
              <w:pStyle w:val="BodyText3Bold40"/>
              <w:rPr>
                <w:rStyle w:val="BodyText3boldChar"/>
              </w:rPr>
            </w:pPr>
          </w:p>
          <w:p w:rsidR="001159B6" w:rsidRDefault="001159B6" w:rsidP="0008641F">
            <w:pPr>
              <w:pStyle w:val="BodyText3Bold40"/>
              <w:rPr>
                <w:rStyle w:val="BodyText3boldChar"/>
              </w:rPr>
            </w:pPr>
          </w:p>
          <w:p w:rsidR="001159B6" w:rsidRDefault="001159B6" w:rsidP="0008641F">
            <w:pPr>
              <w:pStyle w:val="BodyText3Bold40"/>
              <w:rPr>
                <w:rStyle w:val="BodyText3boldChar"/>
              </w:rPr>
            </w:pPr>
          </w:p>
          <w:p w:rsidR="001159B6" w:rsidRDefault="001159B6" w:rsidP="0008641F">
            <w:pPr>
              <w:pStyle w:val="BodyText3Bold40"/>
              <w:rPr>
                <w:rStyle w:val="BodyText3boldChar"/>
              </w:rPr>
            </w:pPr>
          </w:p>
          <w:p w:rsidR="001159B6" w:rsidRPr="001159B6" w:rsidRDefault="001159B6" w:rsidP="001159B6">
            <w:pPr>
              <w:pStyle w:val="BodyText3Bold40"/>
              <w:ind w:left="0"/>
              <w:rPr>
                <w:rStyle w:val="BodyText3boldChar"/>
              </w:rPr>
            </w:pPr>
            <w:r>
              <w:rPr>
                <w:rStyle w:val="BodyText3boldChar"/>
              </w:rPr>
              <w:t xml:space="preserve">     </w:t>
            </w:r>
            <w:r w:rsidRPr="001159B6">
              <w:rPr>
                <w:rStyle w:val="BodyText3boldChar"/>
              </w:rPr>
              <w:t>What is your plan for further education?</w:t>
            </w:r>
          </w:p>
          <w:p w:rsidR="001159B6" w:rsidRDefault="001159B6" w:rsidP="0008641F">
            <w:pPr>
              <w:pStyle w:val="BodyText3Bold40"/>
              <w:rPr>
                <w:rStyle w:val="BodyText3boldChar"/>
              </w:rPr>
            </w:pPr>
          </w:p>
          <w:p w:rsidR="001159B6" w:rsidRDefault="001159B6" w:rsidP="0008641F">
            <w:pPr>
              <w:pStyle w:val="BodyText3Bold40"/>
              <w:rPr>
                <w:rStyle w:val="BodyText3boldChar"/>
              </w:rPr>
            </w:pPr>
          </w:p>
          <w:p w:rsidR="00651CEC" w:rsidRDefault="00651CEC" w:rsidP="0008641F">
            <w:pPr>
              <w:pStyle w:val="BodyText3Bold40"/>
              <w:rPr>
                <w:rStyle w:val="BodyText3boldChar"/>
              </w:rPr>
            </w:pPr>
          </w:p>
          <w:p w:rsidR="001159B6" w:rsidRDefault="001159B6" w:rsidP="00865E41">
            <w:pPr>
              <w:pStyle w:val="BodyText3example"/>
            </w:pPr>
          </w:p>
          <w:p w:rsidR="00865E41" w:rsidRPr="00051744" w:rsidRDefault="00865E41" w:rsidP="00865E41">
            <w:pPr>
              <w:pStyle w:val="BodyText3example"/>
            </w:pPr>
            <w:r>
              <w:t>.</w:t>
            </w:r>
          </w:p>
          <w:p w:rsidR="00651CEC" w:rsidRPr="00AC098B" w:rsidRDefault="00651CEC" w:rsidP="00865E41">
            <w:pPr>
              <w:pStyle w:val="BodyText3example"/>
              <w:rPr>
                <w:b/>
              </w:rPr>
            </w:pPr>
          </w:p>
        </w:tc>
      </w:tr>
      <w:tr w:rsidR="007F5B39" w:rsidRPr="00AC098B" w:rsidTr="00AC098B">
        <w:tc>
          <w:tcPr>
            <w:tcW w:w="10680" w:type="dxa"/>
            <w:shd w:val="clear" w:color="auto" w:fill="CCCCFF"/>
          </w:tcPr>
          <w:p w:rsidR="007F5B39" w:rsidRDefault="001159B6" w:rsidP="007F5B39">
            <w:pPr>
              <w:pStyle w:val="Heading4"/>
            </w:pPr>
            <w:r>
              <w:t>plan your dream</w:t>
            </w:r>
            <w:r w:rsidR="007F5B39">
              <w:t xml:space="preserve"> </w:t>
            </w:r>
          </w:p>
        </w:tc>
      </w:tr>
      <w:tr w:rsidR="007F5B39" w:rsidRPr="00AC098B" w:rsidTr="00AC098B">
        <w:trPr>
          <w:trHeight w:val="2042"/>
        </w:trPr>
        <w:tc>
          <w:tcPr>
            <w:tcW w:w="10680" w:type="dxa"/>
            <w:tcBorders>
              <w:bottom w:val="single" w:sz="4" w:space="0" w:color="auto"/>
            </w:tcBorders>
          </w:tcPr>
          <w:p w:rsidR="00D8754C" w:rsidRPr="00AC098B" w:rsidRDefault="00D8754C" w:rsidP="007F5B39">
            <w:pPr>
              <w:pStyle w:val="BodyText3example"/>
              <w:rPr>
                <w:b/>
                <w:color w:val="000000"/>
              </w:rPr>
            </w:pPr>
            <w:r w:rsidRPr="00AC098B">
              <w:rPr>
                <w:b/>
                <w:color w:val="000000"/>
              </w:rPr>
              <w:t>The year is 2020:</w:t>
            </w:r>
            <w:r w:rsidR="00CB1CF0" w:rsidRPr="00AC098B">
              <w:rPr>
                <w:b/>
                <w:color w:val="000000"/>
              </w:rPr>
              <w:t xml:space="preserve">  What do I see for my future??</w:t>
            </w:r>
            <w:r w:rsidR="000F6D2F">
              <w:rPr>
                <w:b/>
                <w:color w:val="000000"/>
              </w:rPr>
              <w:t xml:space="preserve">  </w:t>
            </w:r>
          </w:p>
          <w:p w:rsidR="00D8754C" w:rsidRDefault="00D8754C" w:rsidP="00AC098B">
            <w:pPr>
              <w:pStyle w:val="BodyText3example"/>
              <w:ind w:left="0"/>
            </w:pPr>
          </w:p>
          <w:p w:rsidR="00D8754C" w:rsidRDefault="00D8754C" w:rsidP="007F5B39">
            <w:pPr>
              <w:pStyle w:val="BodyText3example"/>
            </w:pPr>
          </w:p>
          <w:p w:rsidR="007F5B39" w:rsidRDefault="007F5B39" w:rsidP="007F5B39">
            <w:pPr>
              <w:pStyle w:val="BodyText3example"/>
            </w:pPr>
            <w:r>
              <w:t>Where am I living?</w:t>
            </w:r>
          </w:p>
          <w:p w:rsidR="00D8754C" w:rsidRDefault="00D8754C" w:rsidP="007F5B39">
            <w:pPr>
              <w:pStyle w:val="BodyText3example"/>
            </w:pPr>
          </w:p>
          <w:p w:rsidR="00D8754C" w:rsidRDefault="00D8754C" w:rsidP="007F5B39">
            <w:pPr>
              <w:pStyle w:val="BodyText3example"/>
            </w:pPr>
          </w:p>
          <w:p w:rsidR="00D8754C" w:rsidRDefault="00D8754C" w:rsidP="007F5B39">
            <w:pPr>
              <w:pStyle w:val="BodyText3example"/>
            </w:pPr>
          </w:p>
          <w:p w:rsidR="00D8754C" w:rsidRDefault="00D8754C" w:rsidP="00D8754C">
            <w:pPr>
              <w:pStyle w:val="BodyText3example"/>
            </w:pPr>
            <w:r>
              <w:t>Family?</w:t>
            </w:r>
          </w:p>
          <w:p w:rsidR="007F5B39" w:rsidRDefault="007F5B39" w:rsidP="007F5B39">
            <w:pPr>
              <w:pStyle w:val="BodyText3example"/>
            </w:pPr>
          </w:p>
          <w:p w:rsidR="00D8754C" w:rsidRDefault="00D8754C" w:rsidP="007F5B39">
            <w:pPr>
              <w:pStyle w:val="BodyText3example"/>
            </w:pPr>
          </w:p>
          <w:p w:rsidR="00D8754C" w:rsidRDefault="00D8754C" w:rsidP="007F5B39">
            <w:pPr>
              <w:pStyle w:val="BodyText3example"/>
            </w:pPr>
          </w:p>
          <w:p w:rsidR="00D8754C" w:rsidRDefault="00D8754C" w:rsidP="007F5B39">
            <w:pPr>
              <w:pStyle w:val="BodyText3example"/>
            </w:pPr>
          </w:p>
          <w:p w:rsidR="007F5B39" w:rsidRDefault="00D8754C" w:rsidP="007F5B39">
            <w:pPr>
              <w:pStyle w:val="BodyText3example"/>
            </w:pPr>
            <w:r>
              <w:t>What does my career look like?</w:t>
            </w:r>
          </w:p>
          <w:p w:rsidR="00D8754C" w:rsidRDefault="00D8754C" w:rsidP="007F5B39">
            <w:pPr>
              <w:pStyle w:val="BodyText3example"/>
            </w:pPr>
          </w:p>
          <w:p w:rsidR="00D8754C" w:rsidRDefault="00D8754C" w:rsidP="007F5B39">
            <w:pPr>
              <w:pStyle w:val="BodyText3example"/>
            </w:pPr>
          </w:p>
          <w:p w:rsidR="007F5B39" w:rsidRDefault="007F5B39" w:rsidP="007F5B39">
            <w:pPr>
              <w:pStyle w:val="BodyText3example"/>
            </w:pPr>
          </w:p>
          <w:p w:rsidR="007F5B39" w:rsidRDefault="007F5B39" w:rsidP="007F5B39">
            <w:pPr>
              <w:pStyle w:val="BodyText3example"/>
            </w:pPr>
          </w:p>
          <w:p w:rsidR="007F5B39" w:rsidRDefault="007F5B39" w:rsidP="007F5B39">
            <w:pPr>
              <w:pStyle w:val="BodyText3example"/>
            </w:pPr>
          </w:p>
          <w:p w:rsidR="007F5B39" w:rsidRDefault="007F5B39" w:rsidP="007F5B39">
            <w:pPr>
              <w:pStyle w:val="BodyText3example"/>
            </w:pPr>
          </w:p>
          <w:p w:rsidR="00D14A21" w:rsidRDefault="00D14A21" w:rsidP="007F5B39">
            <w:pPr>
              <w:pStyle w:val="BodyText3example"/>
            </w:pPr>
          </w:p>
          <w:p w:rsidR="007F5B39" w:rsidRPr="00051744" w:rsidRDefault="007F5B39" w:rsidP="00AC098B">
            <w:pPr>
              <w:pStyle w:val="BodyText3example"/>
              <w:ind w:left="0"/>
            </w:pPr>
          </w:p>
        </w:tc>
      </w:tr>
      <w:tr w:rsidR="00651CEC" w:rsidRPr="00AC098B" w:rsidTr="00AC098B">
        <w:tc>
          <w:tcPr>
            <w:tcW w:w="10680" w:type="dxa"/>
            <w:shd w:val="clear" w:color="auto" w:fill="CCCCFF"/>
          </w:tcPr>
          <w:p w:rsidR="00651CEC" w:rsidRDefault="001159B6" w:rsidP="001159B6">
            <w:pPr>
              <w:pStyle w:val="Heading4"/>
            </w:pPr>
            <w:r>
              <w:lastRenderedPageBreak/>
              <w:t>Tell me about your dream</w:t>
            </w:r>
          </w:p>
        </w:tc>
      </w:tr>
      <w:tr w:rsidR="0008641F" w:rsidRPr="00AC098B" w:rsidTr="00AC098B">
        <w:trPr>
          <w:trHeight w:val="2132"/>
        </w:trPr>
        <w:tc>
          <w:tcPr>
            <w:tcW w:w="10680" w:type="dxa"/>
          </w:tcPr>
          <w:p w:rsidR="0008641F" w:rsidRDefault="001159B6" w:rsidP="0008641F">
            <w:pPr>
              <w:pStyle w:val="BodyText3example"/>
            </w:pPr>
            <w:r>
              <w:t>How are you going to tell me and the world about your dream?</w:t>
            </w:r>
          </w:p>
          <w:p w:rsidR="0008641F" w:rsidRDefault="0008641F" w:rsidP="0008641F">
            <w:pPr>
              <w:pStyle w:val="BodyText3example"/>
            </w:pPr>
          </w:p>
          <w:p w:rsidR="001159B6" w:rsidRDefault="001159B6" w:rsidP="0008641F">
            <w:pPr>
              <w:pStyle w:val="BodyText3example"/>
            </w:pPr>
          </w:p>
          <w:p w:rsidR="001159B6" w:rsidRDefault="001159B6" w:rsidP="0008641F">
            <w:pPr>
              <w:pStyle w:val="BodyText3example"/>
            </w:pPr>
          </w:p>
          <w:p w:rsidR="001159B6" w:rsidRDefault="001159B6" w:rsidP="0008641F">
            <w:pPr>
              <w:pStyle w:val="BodyText3example"/>
            </w:pPr>
          </w:p>
          <w:p w:rsidR="001159B6" w:rsidRDefault="001159B6" w:rsidP="0008641F">
            <w:pPr>
              <w:pStyle w:val="BodyText3example"/>
            </w:pPr>
          </w:p>
          <w:p w:rsidR="001159B6" w:rsidRDefault="001159B6" w:rsidP="0008641F">
            <w:pPr>
              <w:pStyle w:val="BodyText3example"/>
            </w:pPr>
          </w:p>
          <w:p w:rsidR="001159B6" w:rsidRDefault="001159B6" w:rsidP="0008641F">
            <w:pPr>
              <w:pStyle w:val="BodyText3example"/>
            </w:pPr>
          </w:p>
          <w:p w:rsidR="001159B6" w:rsidRDefault="001159B6" w:rsidP="0008641F">
            <w:pPr>
              <w:pStyle w:val="BodyText3example"/>
            </w:pPr>
          </w:p>
          <w:p w:rsidR="001159B6" w:rsidRDefault="001159B6" w:rsidP="0008641F">
            <w:pPr>
              <w:pStyle w:val="BodyText3example"/>
            </w:pPr>
          </w:p>
          <w:p w:rsidR="001159B6" w:rsidRDefault="001159B6" w:rsidP="0008641F">
            <w:pPr>
              <w:pStyle w:val="BodyText3example"/>
            </w:pPr>
          </w:p>
          <w:p w:rsidR="001159B6" w:rsidRDefault="001159B6" w:rsidP="0008641F">
            <w:pPr>
              <w:pStyle w:val="BodyText3example"/>
            </w:pPr>
          </w:p>
          <w:p w:rsidR="001159B6" w:rsidRDefault="001159B6" w:rsidP="0008641F">
            <w:pPr>
              <w:pStyle w:val="BodyText3example"/>
            </w:pPr>
          </w:p>
          <w:p w:rsidR="001159B6" w:rsidRDefault="001159B6" w:rsidP="0008641F">
            <w:pPr>
              <w:pStyle w:val="BodyText3example"/>
            </w:pPr>
          </w:p>
          <w:p w:rsidR="001159B6" w:rsidRDefault="001159B6" w:rsidP="0008641F">
            <w:pPr>
              <w:pStyle w:val="BodyText3example"/>
            </w:pPr>
          </w:p>
          <w:p w:rsidR="0008641F" w:rsidRDefault="0008641F" w:rsidP="0008641F">
            <w:pPr>
              <w:pStyle w:val="BodyText3example"/>
            </w:pPr>
          </w:p>
          <w:p w:rsidR="0008641F" w:rsidRDefault="00543E78" w:rsidP="0008641F">
            <w:pPr>
              <w:pStyle w:val="BodyText3example"/>
            </w:pPr>
            <w:r>
              <w:t>Attach project sheet.</w:t>
            </w:r>
          </w:p>
          <w:p w:rsidR="0008641F" w:rsidRDefault="0008641F" w:rsidP="0008641F">
            <w:pPr>
              <w:pStyle w:val="BodyText3example"/>
            </w:pPr>
          </w:p>
          <w:p w:rsidR="0008641F" w:rsidRDefault="0008641F" w:rsidP="0008641F">
            <w:pPr>
              <w:pStyle w:val="BodyText3example"/>
            </w:pPr>
          </w:p>
          <w:p w:rsidR="004B4EB5" w:rsidRDefault="004B4EB5" w:rsidP="004B4EB5">
            <w:pPr>
              <w:pStyle w:val="BodyText3example"/>
            </w:pPr>
            <w:r>
              <w:t>REMEMBER:  Revisions are part of normal business – your project will need many revisions.</w:t>
            </w:r>
          </w:p>
          <w:p w:rsidR="0008641F" w:rsidRPr="00051744" w:rsidRDefault="0008641F" w:rsidP="0008641F">
            <w:pPr>
              <w:pStyle w:val="BodyText3example"/>
            </w:pPr>
          </w:p>
        </w:tc>
      </w:tr>
      <w:tr w:rsidR="00D73C02" w:rsidRPr="00AC098B" w:rsidTr="00AC098B">
        <w:tc>
          <w:tcPr>
            <w:tcW w:w="10680" w:type="dxa"/>
            <w:shd w:val="clear" w:color="auto" w:fill="CCCCFF"/>
          </w:tcPr>
          <w:p w:rsidR="00D73C02" w:rsidRDefault="00D73C02" w:rsidP="0008641F">
            <w:pPr>
              <w:pStyle w:val="Heading4"/>
            </w:pPr>
            <w:r>
              <w:t>Conclusion</w:t>
            </w:r>
          </w:p>
        </w:tc>
      </w:tr>
      <w:tr w:rsidR="00D73C02" w:rsidRPr="00AC098B" w:rsidTr="00AC098B">
        <w:trPr>
          <w:trHeight w:val="2132"/>
        </w:trPr>
        <w:tc>
          <w:tcPr>
            <w:tcW w:w="10680" w:type="dxa"/>
          </w:tcPr>
          <w:p w:rsidR="00D73C02" w:rsidRDefault="00D73C02" w:rsidP="0008641F">
            <w:pPr>
              <w:pStyle w:val="BodyText3example"/>
            </w:pPr>
            <w:r>
              <w:t>What did I get out of this class?</w:t>
            </w:r>
          </w:p>
          <w:p w:rsidR="00D73C02" w:rsidRDefault="00D73C02" w:rsidP="0008641F">
            <w:pPr>
              <w:pStyle w:val="BodyText3example"/>
            </w:pPr>
          </w:p>
          <w:p w:rsidR="00D73C02" w:rsidRDefault="00D73C02" w:rsidP="0008641F">
            <w:pPr>
              <w:pStyle w:val="BodyText3example"/>
            </w:pPr>
          </w:p>
          <w:p w:rsidR="00D73C02" w:rsidRDefault="00D73C02" w:rsidP="0008641F">
            <w:pPr>
              <w:pStyle w:val="BodyText3example"/>
            </w:pPr>
          </w:p>
          <w:p w:rsidR="00D73C02" w:rsidRDefault="00D73C02" w:rsidP="0008641F">
            <w:pPr>
              <w:pStyle w:val="BodyText3example"/>
            </w:pPr>
          </w:p>
          <w:p w:rsidR="00D73C02" w:rsidRDefault="00D73C02" w:rsidP="0008641F">
            <w:pPr>
              <w:pStyle w:val="BodyText3example"/>
            </w:pPr>
          </w:p>
          <w:p w:rsidR="00D73C02" w:rsidRDefault="00D73C02" w:rsidP="0008641F">
            <w:pPr>
              <w:pStyle w:val="BodyText3example"/>
            </w:pPr>
          </w:p>
          <w:p w:rsidR="00D73C02" w:rsidRDefault="00D73C02" w:rsidP="0008641F">
            <w:pPr>
              <w:pStyle w:val="BodyText3example"/>
            </w:pPr>
          </w:p>
          <w:p w:rsidR="00D73C02" w:rsidRDefault="00D73C02" w:rsidP="0008641F">
            <w:pPr>
              <w:pStyle w:val="BodyText3example"/>
            </w:pPr>
          </w:p>
          <w:p w:rsidR="00D73C02" w:rsidRDefault="00D73C02" w:rsidP="0008641F">
            <w:pPr>
              <w:pStyle w:val="BodyText3example"/>
            </w:pPr>
          </w:p>
          <w:p w:rsidR="00D73C02" w:rsidRDefault="00D73C02" w:rsidP="0008641F">
            <w:pPr>
              <w:pStyle w:val="BodyText3example"/>
            </w:pPr>
          </w:p>
          <w:p w:rsidR="00D73C02" w:rsidRPr="00051744" w:rsidRDefault="00D73C02" w:rsidP="0008641F">
            <w:pPr>
              <w:pStyle w:val="BodyText3example"/>
            </w:pPr>
          </w:p>
        </w:tc>
      </w:tr>
      <w:tr w:rsidR="00543E78" w:rsidRPr="00AC098B" w:rsidTr="00AC098B">
        <w:tc>
          <w:tcPr>
            <w:tcW w:w="10680" w:type="dxa"/>
            <w:shd w:val="clear" w:color="auto" w:fill="CCCCFF"/>
          </w:tcPr>
          <w:p w:rsidR="00543E78" w:rsidRDefault="00543E78" w:rsidP="00543E78">
            <w:pPr>
              <w:pStyle w:val="Heading4"/>
            </w:pPr>
            <w:r>
              <w:t>Grading</w:t>
            </w:r>
          </w:p>
        </w:tc>
      </w:tr>
      <w:tr w:rsidR="00543E78" w:rsidRPr="00AC098B" w:rsidTr="00AC098B">
        <w:trPr>
          <w:trHeight w:val="2132"/>
        </w:trPr>
        <w:tc>
          <w:tcPr>
            <w:tcW w:w="10680" w:type="dxa"/>
          </w:tcPr>
          <w:p w:rsidR="00543E78" w:rsidRDefault="00543E78" w:rsidP="00543E78">
            <w:pPr>
              <w:pStyle w:val="BodyText3example"/>
            </w:pPr>
            <w:r>
              <w:t>Describe th</w:t>
            </w:r>
            <w:r w:rsidR="00DE5DEE">
              <w:t>e effort I put into this course:</w:t>
            </w:r>
          </w:p>
          <w:p w:rsidR="00543E78" w:rsidRDefault="00543E78" w:rsidP="00543E78">
            <w:pPr>
              <w:pStyle w:val="BodyText3example"/>
            </w:pPr>
          </w:p>
          <w:p w:rsidR="00543E78" w:rsidRDefault="00543E78" w:rsidP="00543E78">
            <w:pPr>
              <w:pStyle w:val="BodyText3example"/>
            </w:pPr>
            <w:r>
              <w:t>If this were a work assignment at a future job, what would your supervisor have to say about this project?</w:t>
            </w:r>
          </w:p>
          <w:p w:rsidR="00543E78" w:rsidRDefault="00543E78" w:rsidP="00543E78">
            <w:pPr>
              <w:pStyle w:val="BodyText3example"/>
            </w:pPr>
          </w:p>
          <w:p w:rsidR="00543E78" w:rsidRDefault="00543E78" w:rsidP="00543E78">
            <w:pPr>
              <w:pStyle w:val="BodyText3example"/>
            </w:pPr>
          </w:p>
          <w:p w:rsidR="00543E78" w:rsidRDefault="00543E78" w:rsidP="00543E78">
            <w:pPr>
              <w:pStyle w:val="BodyText3example"/>
            </w:pPr>
          </w:p>
          <w:p w:rsidR="00543E78" w:rsidRDefault="00543E78" w:rsidP="00543E78">
            <w:pPr>
              <w:pStyle w:val="BodyText3example"/>
            </w:pPr>
          </w:p>
          <w:p w:rsidR="00543E78" w:rsidRDefault="00543E78" w:rsidP="00543E78">
            <w:pPr>
              <w:pStyle w:val="BodyText3example"/>
            </w:pPr>
          </w:p>
          <w:p w:rsidR="00543E78" w:rsidRDefault="00543E78" w:rsidP="00543E78">
            <w:pPr>
              <w:pStyle w:val="BodyText3example"/>
            </w:pPr>
            <w:r>
              <w:t>What grade do I feel that I deserve?           Why?</w:t>
            </w:r>
          </w:p>
          <w:p w:rsidR="00543E78" w:rsidRDefault="00543E78" w:rsidP="00543E78">
            <w:pPr>
              <w:pStyle w:val="BodyText3example"/>
            </w:pPr>
          </w:p>
          <w:p w:rsidR="00543E78" w:rsidRDefault="00543E78" w:rsidP="00543E78">
            <w:pPr>
              <w:pStyle w:val="BodyText3example"/>
            </w:pPr>
          </w:p>
          <w:p w:rsidR="00543E78" w:rsidRDefault="00543E78" w:rsidP="00543E78">
            <w:pPr>
              <w:pStyle w:val="BodyText3example"/>
            </w:pPr>
          </w:p>
          <w:p w:rsidR="00543E78" w:rsidRDefault="00543E78" w:rsidP="00543E78">
            <w:pPr>
              <w:pStyle w:val="BodyText3example"/>
            </w:pPr>
          </w:p>
          <w:p w:rsidR="00543E78" w:rsidRPr="00051744" w:rsidRDefault="00543E78" w:rsidP="00543E78">
            <w:pPr>
              <w:pStyle w:val="BodyText3example"/>
            </w:pPr>
          </w:p>
        </w:tc>
      </w:tr>
    </w:tbl>
    <w:p w:rsidR="000D5C62" w:rsidRDefault="000D5C62" w:rsidP="00B06696"/>
    <w:sectPr w:rsidR="000D5C62" w:rsidSect="00F74F1D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782004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2AC3D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97A73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2763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6247F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7041B4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FB81DDE"/>
    <w:lvl w:ilvl="0">
      <w:start w:val="1"/>
      <w:numFmt w:val="bullet"/>
      <w:pStyle w:val="ListBullet3example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F3C201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12E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E781C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AF60DFF"/>
    <w:multiLevelType w:val="hybridMultilevel"/>
    <w:tmpl w:val="3D78A5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2135A1"/>
    <w:multiLevelType w:val="hybridMultilevel"/>
    <w:tmpl w:val="4CF2530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925897"/>
    <w:multiLevelType w:val="hybridMultilevel"/>
    <w:tmpl w:val="DCC0343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6B027E5B"/>
    <w:multiLevelType w:val="multilevel"/>
    <w:tmpl w:val="DFB81DDE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BC38C7"/>
    <w:multiLevelType w:val="hybridMultilevel"/>
    <w:tmpl w:val="CE644F7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4104E94"/>
    <w:multiLevelType w:val="hybridMultilevel"/>
    <w:tmpl w:val="873EF4A0"/>
    <w:lvl w:ilvl="0" w:tplc="88268B46">
      <w:start w:val="1"/>
      <w:numFmt w:val="bullet"/>
      <w:pStyle w:val="ListBullet3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12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5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attachedTemplate r:id="rId1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609A"/>
    <w:rsid w:val="00025478"/>
    <w:rsid w:val="00046AF7"/>
    <w:rsid w:val="00051744"/>
    <w:rsid w:val="0008641F"/>
    <w:rsid w:val="000B1075"/>
    <w:rsid w:val="000D4227"/>
    <w:rsid w:val="000D5C62"/>
    <w:rsid w:val="000E4FBA"/>
    <w:rsid w:val="000F6D2F"/>
    <w:rsid w:val="001159B6"/>
    <w:rsid w:val="0015292B"/>
    <w:rsid w:val="001745CC"/>
    <w:rsid w:val="001E609A"/>
    <w:rsid w:val="002002A2"/>
    <w:rsid w:val="00247E02"/>
    <w:rsid w:val="002C1A2E"/>
    <w:rsid w:val="002C2896"/>
    <w:rsid w:val="002F5D59"/>
    <w:rsid w:val="00353E74"/>
    <w:rsid w:val="00380B0E"/>
    <w:rsid w:val="003A0BE0"/>
    <w:rsid w:val="003A514E"/>
    <w:rsid w:val="004B4EB5"/>
    <w:rsid w:val="004C612A"/>
    <w:rsid w:val="0051348E"/>
    <w:rsid w:val="00543E78"/>
    <w:rsid w:val="00582FFF"/>
    <w:rsid w:val="0063370D"/>
    <w:rsid w:val="00651CEC"/>
    <w:rsid w:val="00684881"/>
    <w:rsid w:val="006C378C"/>
    <w:rsid w:val="006C42B0"/>
    <w:rsid w:val="006C77D9"/>
    <w:rsid w:val="007264C8"/>
    <w:rsid w:val="00741974"/>
    <w:rsid w:val="007B0B8B"/>
    <w:rsid w:val="007F5B39"/>
    <w:rsid w:val="008340F9"/>
    <w:rsid w:val="00865E41"/>
    <w:rsid w:val="008B039C"/>
    <w:rsid w:val="00933825"/>
    <w:rsid w:val="00945DA1"/>
    <w:rsid w:val="00951B61"/>
    <w:rsid w:val="00953F8B"/>
    <w:rsid w:val="00984464"/>
    <w:rsid w:val="009B480B"/>
    <w:rsid w:val="00A24BA4"/>
    <w:rsid w:val="00A33B4C"/>
    <w:rsid w:val="00A5634E"/>
    <w:rsid w:val="00AC098B"/>
    <w:rsid w:val="00B06696"/>
    <w:rsid w:val="00B40FEF"/>
    <w:rsid w:val="00C5261D"/>
    <w:rsid w:val="00C800C7"/>
    <w:rsid w:val="00CB1CF0"/>
    <w:rsid w:val="00D14A21"/>
    <w:rsid w:val="00D47C76"/>
    <w:rsid w:val="00D73C02"/>
    <w:rsid w:val="00D76D92"/>
    <w:rsid w:val="00D8754C"/>
    <w:rsid w:val="00DD21AA"/>
    <w:rsid w:val="00DE4DD0"/>
    <w:rsid w:val="00DE5DEE"/>
    <w:rsid w:val="00E57E3B"/>
    <w:rsid w:val="00E77E31"/>
    <w:rsid w:val="00F33943"/>
    <w:rsid w:val="00F74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370D"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0B107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0B107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63370D"/>
    <w:pPr>
      <w:keepNext/>
      <w:spacing w:before="180" w:after="60"/>
      <w:outlineLvl w:val="3"/>
    </w:pPr>
    <w:rPr>
      <w:b/>
      <w:bCs/>
      <w:caps/>
      <w:szCs w:val="20"/>
    </w:rPr>
  </w:style>
  <w:style w:type="paragraph" w:styleId="Heading5">
    <w:name w:val="heading 5"/>
    <w:basedOn w:val="BodyText2"/>
    <w:next w:val="Normal"/>
    <w:qFormat/>
    <w:rsid w:val="00046AF7"/>
    <w:pPr>
      <w:outlineLvl w:val="4"/>
    </w:pPr>
    <w:rPr>
      <w:bCs/>
      <w:i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848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741974"/>
    <w:rPr>
      <w:color w:val="0000FF"/>
      <w:u w:val="single"/>
    </w:rPr>
  </w:style>
  <w:style w:type="paragraph" w:styleId="BodyText">
    <w:name w:val="Body Text"/>
    <w:basedOn w:val="Normal"/>
    <w:link w:val="BodyTextChar"/>
    <w:rsid w:val="0015292B"/>
    <w:pPr>
      <w:spacing w:after="240"/>
    </w:pPr>
  </w:style>
  <w:style w:type="character" w:customStyle="1" w:styleId="BodyTextChar">
    <w:name w:val="Body Text Char"/>
    <w:basedOn w:val="DefaultParagraphFont"/>
    <w:link w:val="BodyText"/>
    <w:rsid w:val="0015292B"/>
    <w:rPr>
      <w:rFonts w:ascii="Arial" w:hAnsi="Arial"/>
      <w:szCs w:val="24"/>
      <w:lang w:val="en-US" w:eastAsia="en-US" w:bidi="ar-SA"/>
    </w:rPr>
  </w:style>
  <w:style w:type="paragraph" w:styleId="BodyTextIndent">
    <w:name w:val="Body Text Indent"/>
    <w:basedOn w:val="Normal"/>
    <w:link w:val="BodyTextIndentChar"/>
    <w:rsid w:val="0015292B"/>
    <w:pPr>
      <w:spacing w:after="120"/>
      <w:ind w:left="360"/>
    </w:pPr>
  </w:style>
  <w:style w:type="paragraph" w:styleId="BodyTextFirstIndent2">
    <w:name w:val="Body Text First Indent 2"/>
    <w:aliases w:val="Body Text Indent Left .5"/>
    <w:basedOn w:val="Normal"/>
    <w:link w:val="BodyTextFirstIndent2Char"/>
    <w:rsid w:val="00046AF7"/>
    <w:pPr>
      <w:ind w:left="720" w:firstLine="210"/>
    </w:pPr>
  </w:style>
  <w:style w:type="character" w:customStyle="1" w:styleId="BodyTextIndentChar">
    <w:name w:val="Body Text Indent Char"/>
    <w:basedOn w:val="DefaultParagraphFont"/>
    <w:link w:val="BodyTextIndent"/>
    <w:rsid w:val="0015292B"/>
    <w:rPr>
      <w:rFonts w:ascii="Arial" w:hAnsi="Arial"/>
      <w:szCs w:val="24"/>
      <w:lang w:val="en-US" w:eastAsia="en-US" w:bidi="ar-SA"/>
    </w:rPr>
  </w:style>
  <w:style w:type="character" w:customStyle="1" w:styleId="BodyTextFirstIndent2Char">
    <w:name w:val="Body Text First Indent 2 Char"/>
    <w:aliases w:val="Body Text Indent Left .5 Char"/>
    <w:basedOn w:val="BodyTextIndentChar"/>
    <w:link w:val="BodyTextFirstIndent2"/>
    <w:rsid w:val="00046AF7"/>
  </w:style>
  <w:style w:type="paragraph" w:styleId="BodyTextFirstIndent">
    <w:name w:val="Body Text First Indent"/>
    <w:aliases w:val="Body Text First Indent(example)"/>
    <w:basedOn w:val="Normal"/>
    <w:link w:val="BodyTextFirstIndentChar"/>
    <w:rsid w:val="0015292B"/>
    <w:pPr>
      <w:tabs>
        <w:tab w:val="left" w:pos="720"/>
      </w:tabs>
      <w:spacing w:after="120"/>
      <w:ind w:firstLine="210"/>
    </w:pPr>
    <w:rPr>
      <w:color w:val="999999"/>
    </w:rPr>
  </w:style>
  <w:style w:type="character" w:customStyle="1" w:styleId="BodyTextFirstIndentChar">
    <w:name w:val="Body Text First Indent Char"/>
    <w:aliases w:val="Body Text First Indent(example) Char"/>
    <w:basedOn w:val="BodyTextChar"/>
    <w:link w:val="BodyTextFirstIndent"/>
    <w:rsid w:val="0015292B"/>
    <w:rPr>
      <w:color w:val="999999"/>
    </w:rPr>
  </w:style>
  <w:style w:type="paragraph" w:styleId="BodyText2">
    <w:name w:val="Body Text 2"/>
    <w:basedOn w:val="Normal"/>
    <w:rsid w:val="0015292B"/>
    <w:pPr>
      <w:spacing w:before="120" w:after="60"/>
    </w:pPr>
    <w:rPr>
      <w:b/>
    </w:rPr>
  </w:style>
  <w:style w:type="paragraph" w:styleId="BodyText3">
    <w:name w:val="Body Text 3"/>
    <w:basedOn w:val="Normal"/>
    <w:link w:val="BodyText3Char"/>
    <w:rsid w:val="00C5261D"/>
    <w:pPr>
      <w:ind w:left="36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rsid w:val="00C5261D"/>
    <w:rPr>
      <w:rFonts w:ascii="Arial" w:hAnsi="Arial"/>
      <w:szCs w:val="16"/>
      <w:lang w:val="en-US" w:eastAsia="en-US" w:bidi="ar-SA"/>
    </w:rPr>
  </w:style>
  <w:style w:type="paragraph" w:styleId="ListBullet3">
    <w:name w:val="List Bullet 3"/>
    <w:basedOn w:val="Normal"/>
    <w:link w:val="ListBullet3Char"/>
    <w:rsid w:val="007B0B8B"/>
    <w:pPr>
      <w:numPr>
        <w:numId w:val="15"/>
      </w:numPr>
    </w:pPr>
  </w:style>
  <w:style w:type="paragraph" w:styleId="ListBullet">
    <w:name w:val="List Bullet"/>
    <w:basedOn w:val="Normal"/>
    <w:rsid w:val="00046AF7"/>
    <w:pPr>
      <w:numPr>
        <w:numId w:val="5"/>
      </w:numPr>
    </w:pPr>
  </w:style>
  <w:style w:type="paragraph" w:styleId="ListBullet2">
    <w:name w:val="List Bullet 2"/>
    <w:basedOn w:val="Normal"/>
    <w:rsid w:val="00046AF7"/>
    <w:pPr>
      <w:numPr>
        <w:numId w:val="6"/>
      </w:numPr>
    </w:pPr>
  </w:style>
  <w:style w:type="paragraph" w:customStyle="1" w:styleId="ListBullet3example">
    <w:name w:val="List Bullet 3 (example)"/>
    <w:basedOn w:val="ListBullet3"/>
    <w:link w:val="ListBullet3exampleChar"/>
    <w:rsid w:val="007B0B8B"/>
    <w:pPr>
      <w:numPr>
        <w:numId w:val="7"/>
      </w:numPr>
    </w:pPr>
    <w:rPr>
      <w:color w:val="999999"/>
    </w:rPr>
  </w:style>
  <w:style w:type="paragraph" w:customStyle="1" w:styleId="BodyText3bold">
    <w:name w:val="Body Text 3 + bold"/>
    <w:basedOn w:val="BodyText3"/>
    <w:link w:val="BodyText3boldChar"/>
    <w:rsid w:val="007B0B8B"/>
    <w:pPr>
      <w:spacing w:after="60"/>
    </w:pPr>
    <w:rPr>
      <w:b/>
    </w:rPr>
  </w:style>
  <w:style w:type="character" w:customStyle="1" w:styleId="BodyText3boldChar">
    <w:name w:val="Body Text 3 + bold Char"/>
    <w:basedOn w:val="BodyText3Char"/>
    <w:link w:val="BodyText3bold"/>
    <w:rsid w:val="007B0B8B"/>
    <w:rPr>
      <w:b/>
    </w:rPr>
  </w:style>
  <w:style w:type="character" w:customStyle="1" w:styleId="ListBullet3Char">
    <w:name w:val="List Bullet 3 Char"/>
    <w:basedOn w:val="DefaultParagraphFont"/>
    <w:link w:val="ListBullet3"/>
    <w:rsid w:val="007B0B8B"/>
    <w:rPr>
      <w:rFonts w:ascii="Arial" w:hAnsi="Arial"/>
      <w:szCs w:val="24"/>
      <w:lang w:val="en-US" w:eastAsia="en-US" w:bidi="ar-SA"/>
    </w:rPr>
  </w:style>
  <w:style w:type="character" w:customStyle="1" w:styleId="ListBullet3exampleChar">
    <w:name w:val="List Bullet 3 (example) Char"/>
    <w:basedOn w:val="ListBullet3Char"/>
    <w:link w:val="ListBullet3example"/>
    <w:rsid w:val="007B0B8B"/>
    <w:rPr>
      <w:color w:val="999999"/>
    </w:rPr>
  </w:style>
  <w:style w:type="paragraph" w:customStyle="1" w:styleId="BodyText3example">
    <w:name w:val="Body Text 3 (example)"/>
    <w:basedOn w:val="BodyText3"/>
    <w:link w:val="BodyText3exampleChar"/>
    <w:rsid w:val="003A0BE0"/>
    <w:rPr>
      <w:color w:val="999999"/>
    </w:rPr>
  </w:style>
  <w:style w:type="paragraph" w:customStyle="1" w:styleId="BodyText3Bold40">
    <w:name w:val="Body Text 3 + Bold 40%"/>
    <w:basedOn w:val="BodyText3bold"/>
    <w:rsid w:val="003A0BE0"/>
    <w:rPr>
      <w:color w:val="999999"/>
    </w:rPr>
  </w:style>
  <w:style w:type="character" w:customStyle="1" w:styleId="BodyText3exampleChar">
    <w:name w:val="Body Text 3 (example) Char"/>
    <w:basedOn w:val="BodyText3Char"/>
    <w:link w:val="BodyText3example"/>
    <w:rsid w:val="003A0BE0"/>
    <w:rPr>
      <w:color w:val="999999"/>
    </w:rPr>
  </w:style>
  <w:style w:type="character" w:styleId="CommentReference">
    <w:name w:val="annotation reference"/>
    <w:basedOn w:val="DefaultParagraphFont"/>
    <w:semiHidden/>
    <w:rsid w:val="00951B61"/>
    <w:rPr>
      <w:sz w:val="16"/>
      <w:szCs w:val="16"/>
    </w:rPr>
  </w:style>
  <w:style w:type="paragraph" w:styleId="CommentText">
    <w:name w:val="annotation text"/>
    <w:basedOn w:val="Normal"/>
    <w:semiHidden/>
    <w:rsid w:val="00951B61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951B61"/>
    <w:rPr>
      <w:b/>
      <w:bCs/>
    </w:rPr>
  </w:style>
  <w:style w:type="paragraph" w:styleId="BalloonText">
    <w:name w:val="Balloon Text"/>
    <w:basedOn w:val="Normal"/>
    <w:semiHidden/>
    <w:rsid w:val="00951B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tollgr\LOCALS~1\Temp\TCD212.tmp\Project-based%20learning%20example%20exercis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6D97D-786E-421F-ABE2-EA9DE91BE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Project-based learning example exercise</Template>
  <TotalTime>14</TotalTime>
  <Pages>2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L-Net</dc:creator>
  <cp:keywords/>
  <dc:description/>
  <cp:lastModifiedBy>stollgr</cp:lastModifiedBy>
  <cp:revision>3</cp:revision>
  <cp:lastPrinted>2008-10-30T17:47:00Z</cp:lastPrinted>
  <dcterms:created xsi:type="dcterms:W3CDTF">2009-12-08T18:02:00Z</dcterms:created>
  <dcterms:modified xsi:type="dcterms:W3CDTF">2010-01-04T16:14:00Z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TC011949651033</vt:lpwstr>
  </property>
</Properties>
</file>